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A3054D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10610B" w:rsidRPr="0010610B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HW94</w:t>
                        </w:r>
                        <w:r w:rsidR="0010610B">
                          <w:rPr>
                            <w:noProof/>
                          </w:rPr>
                          <w:t>_SSS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4C2EA1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Wed, 4 Feb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8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9F493A" w:rsidRPr="008017C6" w:rsidRDefault="009F493A" w:rsidP="009F493A">
      <w:pPr>
        <w:rPr>
          <w:b/>
          <w:color w:val="000000" w:themeColor="text1"/>
        </w:rPr>
      </w:pPr>
      <w:r w:rsidRPr="008017C6">
        <w:rPr>
          <w:b/>
          <w:color w:val="000000" w:themeColor="text1"/>
        </w:rPr>
        <w:t xml:space="preserve">Prove that the </w:t>
      </w:r>
      <w:r w:rsidR="008017C6">
        <w:rPr>
          <w:b/>
          <w:color w:val="000000" w:themeColor="text1"/>
        </w:rPr>
        <w:t xml:space="preserve">two triangles are congruent </w:t>
      </w:r>
      <w:r w:rsidRPr="008017C6">
        <w:rPr>
          <w:b/>
          <w:color w:val="000000" w:themeColor="text1"/>
        </w:rPr>
        <w:t>using a 2-column proof</w:t>
      </w:r>
      <w:r w:rsidR="008017C6">
        <w:rPr>
          <w:b/>
          <w:color w:val="000000" w:themeColor="text1"/>
        </w:rPr>
        <w:t>. Color-code corresponding sides.</w:t>
      </w:r>
    </w:p>
    <w:p w:rsidR="009F493A" w:rsidRDefault="00A3054D" w:rsidP="009F493A">
      <w:pPr>
        <w:rPr>
          <w:color w:val="000000" w:themeColor="text1"/>
        </w:rPr>
      </w:pPr>
      <w:r w:rsidRPr="00A3054D">
        <w:rPr>
          <w:noProof/>
          <w:sz w:val="18"/>
          <w:szCs w:val="18"/>
        </w:rPr>
        <w:pict>
          <v:rect id="_x0000_s1044" style="position:absolute;margin-left:159.75pt;margin-top:7.7pt;width:5in;height:144.05pt;z-index:251660288" strokecolor="white [3212]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208"/>
                    <w:gridCol w:w="3740"/>
                  </w:tblGrid>
                  <w:tr w:rsidR="009F493A" w:rsidTr="00777179">
                    <w:tc>
                      <w:tcPr>
                        <w:tcW w:w="3208" w:type="dxa"/>
                      </w:tcPr>
                      <w:p w:rsidR="009F493A" w:rsidRPr="009F493A" w:rsidRDefault="009F493A" w:rsidP="009F493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F493A">
                          <w:rPr>
                            <w:b/>
                            <w:sz w:val="24"/>
                          </w:rPr>
                          <w:t>Statement</w:t>
                        </w:r>
                      </w:p>
                    </w:tc>
                    <w:tc>
                      <w:tcPr>
                        <w:tcW w:w="3740" w:type="dxa"/>
                      </w:tcPr>
                      <w:p w:rsidR="009F493A" w:rsidRPr="009F493A" w:rsidRDefault="009F493A" w:rsidP="009F493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F493A">
                          <w:rPr>
                            <w:b/>
                            <w:sz w:val="24"/>
                          </w:rPr>
                          <w:t>Reason</w:t>
                        </w:r>
                      </w:p>
                    </w:tc>
                  </w:tr>
                  <w:tr w:rsidR="00777179" w:rsidTr="00777179">
                    <w:tc>
                      <w:tcPr>
                        <w:tcW w:w="3208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1.  </w:t>
                        </w:r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AB</m:t>
                              </m:r>
                            </m:e>
                          </m:bar>
                          <m:r>
                            <w:rPr>
                              <w:rFonts w:ascii="Cambria Math" w:hAnsi="Cambria Math"/>
                              <w:sz w:val="24"/>
                            </w:rPr>
                            <m:t>≅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CD</m:t>
                              </m:r>
                            </m:e>
                          </m:bar>
                        </m:oMath>
                      </w:p>
                    </w:tc>
                    <w:tc>
                      <w:tcPr>
                        <w:tcW w:w="3740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 given</w:t>
                        </w:r>
                      </w:p>
                    </w:tc>
                  </w:tr>
                  <w:tr w:rsidR="00777179" w:rsidTr="00777179">
                    <w:tc>
                      <w:tcPr>
                        <w:tcW w:w="3208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2. </w:t>
                        </w:r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BC</m:t>
                              </m:r>
                            </m:e>
                          </m:bar>
                          <m:r>
                            <w:rPr>
                              <w:rFonts w:ascii="Cambria Math" w:hAnsi="Cambria Math"/>
                              <w:sz w:val="24"/>
                            </w:rPr>
                            <m:t>≅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DA</m:t>
                              </m:r>
                            </m:e>
                          </m:bar>
                        </m:oMath>
                      </w:p>
                    </w:tc>
                    <w:tc>
                      <w:tcPr>
                        <w:tcW w:w="3740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2. </w:t>
                        </w:r>
                      </w:p>
                    </w:tc>
                  </w:tr>
                  <w:tr w:rsidR="00777179" w:rsidTr="00777179">
                    <w:tc>
                      <w:tcPr>
                        <w:tcW w:w="3208" w:type="dxa"/>
                      </w:tcPr>
                      <w:p w:rsidR="00777179" w:rsidRPr="00777179" w:rsidRDefault="00777179" w:rsidP="00F75CC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3. </w:t>
                        </w:r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CA</m:t>
                              </m:r>
                            </m:e>
                          </m:bar>
                          <m:r>
                            <w:rPr>
                              <w:rFonts w:ascii="Cambria Math" w:hAnsi="Cambria Math"/>
                              <w:sz w:val="24"/>
                            </w:rPr>
                            <m:t>≅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AC</m:t>
                              </m:r>
                            </m:e>
                          </m:bar>
                        </m:oMath>
                      </w:p>
                    </w:tc>
                    <w:tc>
                      <w:tcPr>
                        <w:tcW w:w="3740" w:type="dxa"/>
                      </w:tcPr>
                      <w:p w:rsidR="00777179" w:rsidRPr="00777179" w:rsidRDefault="00777179" w:rsidP="00F75CC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3. </w:t>
                        </w:r>
                      </w:p>
                    </w:tc>
                  </w:tr>
                  <w:tr w:rsidR="00777179" w:rsidTr="00777179">
                    <w:tc>
                      <w:tcPr>
                        <w:tcW w:w="3208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color w:val="000000" w:themeColor="text1"/>
                          </w:rPr>
                        </w:pPr>
                        <w:r w:rsidRPr="00777179">
                          <w:rPr>
                            <w:sz w:val="24"/>
                          </w:rPr>
                          <w:t xml:space="preserve">4.  </w:t>
                        </w:r>
                        <w:r w:rsidRPr="00452073">
                          <w:rPr>
                            <w:sz w:val="18"/>
                            <w:szCs w:val="18"/>
                          </w:rPr>
                          <w:sym w:font="Symbol" w:char="F044"/>
                        </w:r>
                        <w:r>
                          <w:t xml:space="preserve">ABC </w:t>
                        </w:r>
                        <w:r>
                          <w:sym w:font="Symbol" w:char="F040"/>
                        </w:r>
                        <w:r>
                          <w:t xml:space="preserve"> </w:t>
                        </w:r>
                        <w:r w:rsidRPr="00452073">
                          <w:rPr>
                            <w:sz w:val="18"/>
                            <w:szCs w:val="18"/>
                          </w:rPr>
                          <w:sym w:font="Symbol" w:char="F044"/>
                        </w:r>
                        <w:r>
                          <w:t>CDA</w:t>
                        </w:r>
                      </w:p>
                    </w:tc>
                    <w:tc>
                      <w:tcPr>
                        <w:tcW w:w="3740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4. </w:t>
                        </w:r>
                      </w:p>
                    </w:tc>
                  </w:tr>
                </w:tbl>
                <w:p w:rsidR="009F493A" w:rsidRDefault="009F493A"/>
              </w:txbxContent>
            </v:textbox>
          </v:rect>
        </w:pict>
      </w:r>
    </w:p>
    <w:p w:rsidR="009F493A" w:rsidRPr="00777179" w:rsidRDefault="009F493A" w:rsidP="009F493A">
      <w:pPr>
        <w:pStyle w:val="ListParagraph"/>
        <w:numPr>
          <w:ilvl w:val="0"/>
          <w:numId w:val="5"/>
        </w:numPr>
        <w:rPr>
          <w:color w:val="000000" w:themeColor="text1"/>
          <w:sz w:val="24"/>
        </w:rPr>
      </w:pPr>
      <w:r w:rsidRPr="00777179">
        <w:rPr>
          <w:sz w:val="20"/>
          <w:szCs w:val="18"/>
        </w:rPr>
        <w:sym w:font="Symbol" w:char="F044"/>
      </w:r>
      <w:r w:rsidRPr="00777179">
        <w:rPr>
          <w:sz w:val="24"/>
        </w:rPr>
        <w:t xml:space="preserve">ABC </w:t>
      </w:r>
      <w:r w:rsidRPr="00777179">
        <w:rPr>
          <w:sz w:val="24"/>
        </w:rPr>
        <w:sym w:font="Symbol" w:char="F040"/>
      </w:r>
      <w:r w:rsidRPr="00777179">
        <w:rPr>
          <w:sz w:val="24"/>
        </w:rPr>
        <w:t xml:space="preserve"> </w:t>
      </w:r>
      <w:r w:rsidRPr="00777179">
        <w:rPr>
          <w:sz w:val="20"/>
          <w:szCs w:val="18"/>
        </w:rPr>
        <w:sym w:font="Symbol" w:char="F044"/>
      </w:r>
      <w:r w:rsidRPr="00777179">
        <w:rPr>
          <w:sz w:val="24"/>
        </w:rPr>
        <w:t>CDA</w:t>
      </w:r>
    </w:p>
    <w:p w:rsidR="009F493A" w:rsidRDefault="00A3054D" w:rsidP="009F493A">
      <w:pPr>
        <w:rPr>
          <w:color w:val="000000" w:themeColor="text1"/>
        </w:rPr>
      </w:pPr>
      <w:r>
        <w:rPr>
          <w:noProof/>
          <w:color w:val="000000" w:themeColor="text1"/>
        </w:rPr>
        <w:pict>
          <v:group id="_x0000_s1032" style="position:absolute;margin-left:37.8pt;margin-top:6.05pt;width:108.75pt;height:108pt;z-index:251659264" coordorigin="2310,1875" coordsize="2175,2160">
            <v:group id="_x0000_s1033" style="position:absolute;left:2520;top:2040;width:1680;height:1680" coordorigin="2520,2040" coordsize="1680,1680">
              <v:rect id="_x0000_s1034" style="position:absolute;left:2640;top:2160;width:1440;height:1440" filled="f"/>
              <v:line id="_x0000_s1035" style="position:absolute" from="2640,2142" to="4080,3582"/>
              <v:line id="_x0000_s1036" style="position:absolute" from="2520,2880" to="2760,2880"/>
              <v:line id="_x0000_s1037" style="position:absolute" from="3960,2880" to="4200,2880"/>
              <v:line id="_x0000_s1038" style="position:absolute;rotation:-90" from="3240,2160" to="3480,2160"/>
              <v:line id="_x0000_s1039" style="position:absolute;rotation:-90" from="3240,3600" to="3480,3600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2340;top:1875;width:480;height:540" filled="f" stroked="f">
              <v:textbox style="mso-next-textbox:#_x0000_s1040">
                <w:txbxContent>
                  <w:p w:rsidR="009F493A" w:rsidRPr="00023E85" w:rsidRDefault="009F493A" w:rsidP="009F493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041" type="#_x0000_t202" style="position:absolute;left:3960;top:3495;width:480;height:540" filled="f" stroked="f">
              <v:textbox style="mso-next-textbox:#_x0000_s1041">
                <w:txbxContent>
                  <w:p w:rsidR="009F493A" w:rsidRPr="00023E85" w:rsidRDefault="009F493A" w:rsidP="009F493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42" type="#_x0000_t202" style="position:absolute;left:2310;top:3480;width:480;height:540" filled="f" stroked="f">
              <v:textbox style="mso-next-textbox:#_x0000_s1042">
                <w:txbxContent>
                  <w:p w:rsidR="009F493A" w:rsidRPr="00023E85" w:rsidRDefault="009F493A" w:rsidP="009F493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043" type="#_x0000_t202" style="position:absolute;left:4005;top:1905;width:480;height:540" filled="f" stroked="f">
              <v:textbox style="mso-next-textbox:#_x0000_s1043">
                <w:txbxContent>
                  <w:p w:rsidR="009F493A" w:rsidRPr="00023E85" w:rsidRDefault="009F493A" w:rsidP="009F493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</v:group>
        </w:pict>
      </w:r>
    </w:p>
    <w:p w:rsidR="009F493A" w:rsidRDefault="009F493A" w:rsidP="009F493A">
      <w:pPr>
        <w:rPr>
          <w:color w:val="000000" w:themeColor="text1"/>
        </w:rPr>
      </w:pPr>
    </w:p>
    <w:p w:rsidR="009F493A" w:rsidRDefault="009F493A" w:rsidP="009F493A">
      <w:pPr>
        <w:rPr>
          <w:color w:val="000000" w:themeColor="text1"/>
        </w:rPr>
      </w:pPr>
    </w:p>
    <w:p w:rsidR="009F493A" w:rsidRDefault="009F493A" w:rsidP="009F493A">
      <w:pPr>
        <w:rPr>
          <w:color w:val="000000" w:themeColor="text1"/>
        </w:rPr>
      </w:pPr>
    </w:p>
    <w:p w:rsidR="009F493A" w:rsidRDefault="009F493A" w:rsidP="009F493A">
      <w:pPr>
        <w:rPr>
          <w:color w:val="000000" w:themeColor="text1"/>
        </w:rPr>
      </w:pPr>
    </w:p>
    <w:p w:rsidR="009F493A" w:rsidRDefault="009F493A" w:rsidP="009F493A">
      <w:pPr>
        <w:rPr>
          <w:color w:val="000000" w:themeColor="text1"/>
        </w:rPr>
      </w:pPr>
    </w:p>
    <w:p w:rsidR="009F493A" w:rsidRDefault="009F493A" w:rsidP="009F493A">
      <w:pPr>
        <w:rPr>
          <w:color w:val="000000" w:themeColor="text1"/>
        </w:rPr>
      </w:pPr>
    </w:p>
    <w:p w:rsidR="009F493A" w:rsidRDefault="009F493A" w:rsidP="009F493A">
      <w:pPr>
        <w:rPr>
          <w:color w:val="000000" w:themeColor="text1"/>
        </w:rPr>
      </w:pPr>
    </w:p>
    <w:p w:rsidR="00777179" w:rsidRDefault="00777179" w:rsidP="009F493A">
      <w:pPr>
        <w:rPr>
          <w:color w:val="000000" w:themeColor="text1"/>
        </w:rPr>
      </w:pPr>
    </w:p>
    <w:p w:rsidR="00777179" w:rsidRDefault="00777179" w:rsidP="009F493A">
      <w:pPr>
        <w:rPr>
          <w:color w:val="000000" w:themeColor="text1"/>
        </w:rPr>
      </w:pPr>
    </w:p>
    <w:p w:rsidR="00777179" w:rsidRPr="009F493A" w:rsidRDefault="00777179" w:rsidP="009F493A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333376</wp:posOffset>
            </wp:positionH>
            <wp:positionV relativeFrom="paragraph">
              <wp:posOffset>149860</wp:posOffset>
            </wp:positionV>
            <wp:extent cx="1362348" cy="1704975"/>
            <wp:effectExtent l="19050" t="0" r="9252" b="0"/>
            <wp:wrapNone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348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493A" w:rsidRDefault="00A3054D" w:rsidP="009F493A">
      <w:pPr>
        <w:pStyle w:val="ListParagraph"/>
        <w:numPr>
          <w:ilvl w:val="0"/>
          <w:numId w:val="5"/>
        </w:numPr>
        <w:rPr>
          <w:color w:val="000000" w:themeColor="text1"/>
        </w:rPr>
      </w:pPr>
      <w:r w:rsidRPr="00A3054D">
        <w:rPr>
          <w:noProof/>
          <w:sz w:val="18"/>
          <w:szCs w:val="18"/>
        </w:rPr>
        <w:pict>
          <v:rect id="_x0000_s1046" style="position:absolute;left:0;text-align:left;margin-left:159.75pt;margin-top:.25pt;width:354pt;height:140.25pt;z-index:251661312" strokecolor="white [3212]">
            <v:textbox style="mso-next-textbox:#_x0000_s1046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208"/>
                    <w:gridCol w:w="3740"/>
                  </w:tblGrid>
                  <w:tr w:rsidR="00777179" w:rsidTr="00F75CC9">
                    <w:tc>
                      <w:tcPr>
                        <w:tcW w:w="3208" w:type="dxa"/>
                      </w:tcPr>
                      <w:p w:rsidR="00777179" w:rsidRPr="009F493A" w:rsidRDefault="00777179" w:rsidP="009F493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F493A">
                          <w:rPr>
                            <w:b/>
                            <w:sz w:val="24"/>
                          </w:rPr>
                          <w:t>Statement</w:t>
                        </w:r>
                      </w:p>
                    </w:tc>
                    <w:tc>
                      <w:tcPr>
                        <w:tcW w:w="3740" w:type="dxa"/>
                      </w:tcPr>
                      <w:p w:rsidR="00777179" w:rsidRPr="009F493A" w:rsidRDefault="00777179" w:rsidP="009F493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F493A">
                          <w:rPr>
                            <w:b/>
                            <w:sz w:val="24"/>
                          </w:rPr>
                          <w:t>Reason</w:t>
                        </w:r>
                      </w:p>
                    </w:tc>
                  </w:tr>
                  <w:tr w:rsidR="00777179" w:rsidTr="00F75CC9">
                    <w:tc>
                      <w:tcPr>
                        <w:tcW w:w="3208" w:type="dxa"/>
                      </w:tcPr>
                      <w:p w:rsidR="00777179" w:rsidRPr="00777179" w:rsidRDefault="00777179" w:rsidP="00F75CC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1. </w:t>
                        </w:r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MN</m:t>
                              </m:r>
                            </m:e>
                          </m:bar>
                          <m:r>
                            <w:rPr>
                              <w:rFonts w:ascii="Cambria Math" w:hAnsi="Cambria Math"/>
                              <w:sz w:val="24"/>
                            </w:rPr>
                            <m:t>≅</m:t>
                          </m:r>
                        </m:oMath>
                      </w:p>
                    </w:tc>
                    <w:tc>
                      <w:tcPr>
                        <w:tcW w:w="3740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1. </w:t>
                        </w:r>
                      </w:p>
                    </w:tc>
                  </w:tr>
                  <w:tr w:rsidR="00777179" w:rsidTr="00F75CC9">
                    <w:tc>
                      <w:tcPr>
                        <w:tcW w:w="3208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2. </w:t>
                        </w:r>
                      </w:p>
                    </w:tc>
                    <w:tc>
                      <w:tcPr>
                        <w:tcW w:w="3740" w:type="dxa"/>
                      </w:tcPr>
                      <w:p w:rsidR="00777179" w:rsidRPr="00777179" w:rsidRDefault="00777179" w:rsidP="00F75CC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2. </w:t>
                        </w:r>
                      </w:p>
                    </w:tc>
                  </w:tr>
                  <w:tr w:rsidR="00777179" w:rsidTr="00F75CC9">
                    <w:tc>
                      <w:tcPr>
                        <w:tcW w:w="3208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3. </w:t>
                        </w:r>
                      </w:p>
                    </w:tc>
                    <w:tc>
                      <w:tcPr>
                        <w:tcW w:w="3740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3. </w:t>
                        </w:r>
                        <w:r w:rsidR="00F75CC9">
                          <w:rPr>
                            <w:sz w:val="24"/>
                          </w:rPr>
                          <w:t>same line (reflexive property)</w:t>
                        </w:r>
                      </w:p>
                    </w:tc>
                  </w:tr>
                  <w:tr w:rsidR="00777179" w:rsidTr="00F75CC9">
                    <w:tc>
                      <w:tcPr>
                        <w:tcW w:w="3208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4. </w:t>
                        </w:r>
                      </w:p>
                    </w:tc>
                    <w:tc>
                      <w:tcPr>
                        <w:tcW w:w="3740" w:type="dxa"/>
                      </w:tcPr>
                      <w:p w:rsidR="00777179" w:rsidRPr="00777179" w:rsidRDefault="0077717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4. </w:t>
                        </w:r>
                      </w:p>
                    </w:tc>
                  </w:tr>
                </w:tbl>
                <w:p w:rsidR="00777179" w:rsidRDefault="00777179"/>
              </w:txbxContent>
            </v:textbox>
          </v:rect>
        </w:pict>
      </w:r>
      <w:r w:rsidR="00F75CC9">
        <w:rPr>
          <w:color w:val="000000" w:themeColor="text1"/>
        </w:rPr>
        <w:t xml:space="preserve"> </w:t>
      </w:r>
    </w:p>
    <w:p w:rsidR="00F75CC9" w:rsidRDefault="00F75CC9" w:rsidP="00F75CC9">
      <w:pPr>
        <w:rPr>
          <w:color w:val="000000" w:themeColor="text1"/>
        </w:rPr>
      </w:pPr>
    </w:p>
    <w:p w:rsidR="00F75CC9" w:rsidRDefault="00F75CC9" w:rsidP="00F75CC9">
      <w:pPr>
        <w:rPr>
          <w:color w:val="000000" w:themeColor="text1"/>
        </w:rPr>
      </w:pPr>
    </w:p>
    <w:p w:rsidR="00F75CC9" w:rsidRDefault="00F75CC9" w:rsidP="00F75CC9">
      <w:pPr>
        <w:rPr>
          <w:color w:val="000000" w:themeColor="text1"/>
        </w:rPr>
      </w:pPr>
    </w:p>
    <w:p w:rsidR="00F75CC9" w:rsidRDefault="00F75CC9" w:rsidP="00F75CC9">
      <w:pPr>
        <w:rPr>
          <w:color w:val="000000" w:themeColor="text1"/>
        </w:rPr>
      </w:pPr>
    </w:p>
    <w:p w:rsidR="00F75CC9" w:rsidRDefault="00F75CC9" w:rsidP="00F75CC9">
      <w:pPr>
        <w:rPr>
          <w:color w:val="000000" w:themeColor="text1"/>
        </w:rPr>
      </w:pPr>
    </w:p>
    <w:p w:rsidR="00F75CC9" w:rsidRDefault="00F75CC9" w:rsidP="00F75CC9">
      <w:pPr>
        <w:rPr>
          <w:color w:val="000000" w:themeColor="text1"/>
        </w:rPr>
      </w:pPr>
    </w:p>
    <w:p w:rsidR="00F75CC9" w:rsidRDefault="00F75CC9" w:rsidP="00F75CC9">
      <w:pPr>
        <w:rPr>
          <w:color w:val="000000" w:themeColor="text1"/>
        </w:rPr>
      </w:pPr>
    </w:p>
    <w:p w:rsidR="00F75CC9" w:rsidRDefault="00F75CC9" w:rsidP="00F75CC9">
      <w:pPr>
        <w:rPr>
          <w:color w:val="000000" w:themeColor="text1"/>
        </w:rPr>
      </w:pPr>
    </w:p>
    <w:p w:rsidR="00F75CC9" w:rsidRDefault="00F75CC9" w:rsidP="00F75CC9">
      <w:pPr>
        <w:rPr>
          <w:color w:val="000000" w:themeColor="text1"/>
        </w:rPr>
      </w:pPr>
    </w:p>
    <w:p w:rsidR="00F75CC9" w:rsidRDefault="00F75CC9" w:rsidP="00F75CC9">
      <w:pPr>
        <w:rPr>
          <w:color w:val="000000" w:themeColor="text1"/>
        </w:rPr>
      </w:pPr>
    </w:p>
    <w:p w:rsidR="00F75CC9" w:rsidRDefault="00F75CC9" w:rsidP="00F75CC9">
      <w:pPr>
        <w:rPr>
          <w:color w:val="000000" w:themeColor="text1"/>
        </w:rPr>
      </w:pPr>
    </w:p>
    <w:p w:rsidR="00F75CC9" w:rsidRPr="00F75CC9" w:rsidRDefault="00F75CC9" w:rsidP="00F75CC9">
      <w:pPr>
        <w:rPr>
          <w:color w:val="000000" w:themeColor="text1"/>
        </w:rPr>
      </w:pPr>
    </w:p>
    <w:p w:rsidR="00F75CC9" w:rsidRPr="008017C6" w:rsidRDefault="00F75CC9" w:rsidP="009F493A">
      <w:pPr>
        <w:pStyle w:val="ListParagraph"/>
        <w:numPr>
          <w:ilvl w:val="0"/>
          <w:numId w:val="5"/>
        </w:numPr>
        <w:rPr>
          <w:color w:val="000000" w:themeColor="text1"/>
        </w:rPr>
      </w:pPr>
      <w:r w:rsidRPr="00F75CC9">
        <w:rPr>
          <w:color w:val="000000" w:themeColor="text1"/>
        </w:rPr>
        <w:t xml:space="preserve">Given: </w:t>
      </w:r>
      <w:r w:rsidRPr="00F75CC9">
        <w:sym w:font="Symbol" w:char="F044"/>
      </w:r>
      <w:r w:rsidRPr="00F75CC9">
        <w:t>RPQ is an isosceles triangle</w:t>
      </w:r>
      <w:r w:rsidR="008017C6">
        <w:t xml:space="preserve"> with vertex P</w:t>
      </w:r>
      <w:r w:rsidRPr="00F75CC9">
        <w:t>, and line segment PS bisects line segment RQ</w:t>
      </w:r>
      <w:proofErr w:type="gramStart"/>
      <w:r w:rsidRPr="00F75CC9">
        <w:t xml:space="preserve">. </w:t>
      </w:r>
      <w:r w:rsidR="008017C6">
        <w:t xml:space="preserve"> </w:t>
      </w:r>
      <w:proofErr w:type="gramEnd"/>
      <w:r w:rsidR="008017C6">
        <w:br/>
      </w:r>
      <w:r w:rsidRPr="00F75CC9">
        <w:sym w:font="Symbol" w:char="F044"/>
      </w:r>
      <w:proofErr w:type="gramStart"/>
      <w:r w:rsidRPr="00F75CC9">
        <w:t xml:space="preserve">RPS </w:t>
      </w:r>
      <w:r w:rsidRPr="00F75CC9">
        <w:sym w:font="Symbol" w:char="F040"/>
      </w:r>
      <w:r w:rsidRPr="00F75CC9">
        <w:t xml:space="preserve"> which triangle?</w:t>
      </w:r>
      <w:proofErr w:type="gramEnd"/>
      <w:r w:rsidR="008017C6">
        <w:t xml:space="preserve"> Prove it.</w:t>
      </w:r>
    </w:p>
    <w:p w:rsidR="008017C6" w:rsidRDefault="00A3054D" w:rsidP="008017C6">
      <w:pPr>
        <w:rPr>
          <w:color w:val="000000" w:themeColor="text1"/>
        </w:rPr>
      </w:pPr>
      <w:r w:rsidRPr="00A3054D">
        <w:rPr>
          <w:noProof/>
          <w:sz w:val="18"/>
          <w:szCs w:val="18"/>
        </w:rPr>
        <w:pict>
          <v:rect id="_x0000_s1060" style="position:absolute;margin-left:165.75pt;margin-top:1pt;width:354pt;height:140.25pt;z-index:251665408" strokecolor="white [3212]">
            <v:textbox style="mso-next-textbox:#_x0000_s1060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208"/>
                    <w:gridCol w:w="3740"/>
                  </w:tblGrid>
                  <w:tr w:rsidR="00F75CC9" w:rsidTr="00F75CC9">
                    <w:tc>
                      <w:tcPr>
                        <w:tcW w:w="3208" w:type="dxa"/>
                      </w:tcPr>
                      <w:p w:rsidR="00F75CC9" w:rsidRPr="009F493A" w:rsidRDefault="00F75CC9" w:rsidP="009F493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F493A">
                          <w:rPr>
                            <w:b/>
                            <w:sz w:val="24"/>
                          </w:rPr>
                          <w:t>Statement</w:t>
                        </w:r>
                      </w:p>
                    </w:tc>
                    <w:tc>
                      <w:tcPr>
                        <w:tcW w:w="3740" w:type="dxa"/>
                      </w:tcPr>
                      <w:p w:rsidR="00F75CC9" w:rsidRPr="009F493A" w:rsidRDefault="00F75CC9" w:rsidP="009F493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F493A">
                          <w:rPr>
                            <w:b/>
                            <w:sz w:val="24"/>
                          </w:rPr>
                          <w:t>Reason</w:t>
                        </w:r>
                      </w:p>
                    </w:tc>
                  </w:tr>
                  <w:tr w:rsidR="00F75CC9" w:rsidTr="00F75CC9">
                    <w:tc>
                      <w:tcPr>
                        <w:tcW w:w="3208" w:type="dxa"/>
                      </w:tcPr>
                      <w:p w:rsidR="00F75CC9" w:rsidRPr="00777179" w:rsidRDefault="00F75CC9" w:rsidP="008017C6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1. </w:t>
                        </w:r>
                      </w:p>
                    </w:tc>
                    <w:tc>
                      <w:tcPr>
                        <w:tcW w:w="3740" w:type="dxa"/>
                      </w:tcPr>
                      <w:p w:rsidR="00F75CC9" w:rsidRPr="00777179" w:rsidRDefault="00F75CC9" w:rsidP="008017C6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1. </w:t>
                        </w:r>
                        <w:proofErr w:type="gramStart"/>
                        <w:r w:rsidR="008017C6">
                          <w:rPr>
                            <w:sz w:val="24"/>
                          </w:rPr>
                          <w:t>isosceles</w:t>
                        </w:r>
                        <w:proofErr w:type="gramEnd"/>
                        <w:r w:rsidR="008017C6">
                          <w:rPr>
                            <w:sz w:val="24"/>
                          </w:rPr>
                          <w:t xml:space="preserve"> triangles have…</w:t>
                        </w:r>
                      </w:p>
                    </w:tc>
                  </w:tr>
                  <w:tr w:rsidR="00F75CC9" w:rsidTr="00F75CC9">
                    <w:tc>
                      <w:tcPr>
                        <w:tcW w:w="3208" w:type="dxa"/>
                      </w:tcPr>
                      <w:p w:rsidR="00F75CC9" w:rsidRPr="00777179" w:rsidRDefault="00F75CC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2. </w:t>
                        </w:r>
                      </w:p>
                    </w:tc>
                    <w:tc>
                      <w:tcPr>
                        <w:tcW w:w="3740" w:type="dxa"/>
                      </w:tcPr>
                      <w:p w:rsidR="00F75CC9" w:rsidRPr="00777179" w:rsidRDefault="00F75CC9" w:rsidP="008017C6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2. </w:t>
                        </w:r>
                        <w:proofErr w:type="gramStart"/>
                        <w:r w:rsidR="008017C6">
                          <w:rPr>
                            <w:sz w:val="24"/>
                          </w:rPr>
                          <w:t>a</w:t>
                        </w:r>
                        <w:proofErr w:type="gramEnd"/>
                        <w:r w:rsidR="008017C6">
                          <w:rPr>
                            <w:sz w:val="24"/>
                          </w:rPr>
                          <w:t xml:space="preserve"> bisector…</w:t>
                        </w:r>
                      </w:p>
                    </w:tc>
                  </w:tr>
                  <w:tr w:rsidR="00F75CC9" w:rsidTr="00F75CC9">
                    <w:tc>
                      <w:tcPr>
                        <w:tcW w:w="3208" w:type="dxa"/>
                      </w:tcPr>
                      <w:p w:rsidR="00F75CC9" w:rsidRPr="00777179" w:rsidRDefault="00F75CC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3. </w:t>
                        </w:r>
                      </w:p>
                    </w:tc>
                    <w:tc>
                      <w:tcPr>
                        <w:tcW w:w="3740" w:type="dxa"/>
                      </w:tcPr>
                      <w:p w:rsidR="00F75CC9" w:rsidRPr="00777179" w:rsidRDefault="00F75CC9" w:rsidP="008017C6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3. </w:t>
                        </w:r>
                      </w:p>
                    </w:tc>
                  </w:tr>
                  <w:tr w:rsidR="00F75CC9" w:rsidTr="00F75CC9">
                    <w:tc>
                      <w:tcPr>
                        <w:tcW w:w="3208" w:type="dxa"/>
                      </w:tcPr>
                      <w:p w:rsidR="00F75CC9" w:rsidRPr="00777179" w:rsidRDefault="00F75CC9" w:rsidP="00777179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4. </w:t>
                        </w:r>
                      </w:p>
                    </w:tc>
                    <w:tc>
                      <w:tcPr>
                        <w:tcW w:w="3740" w:type="dxa"/>
                      </w:tcPr>
                      <w:p w:rsidR="00F75CC9" w:rsidRPr="00777179" w:rsidRDefault="00F75CC9" w:rsidP="008017C6">
                        <w:pPr>
                          <w:spacing w:line="48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4. </w:t>
                        </w:r>
                      </w:p>
                    </w:tc>
                  </w:tr>
                </w:tbl>
                <w:p w:rsidR="00F75CC9" w:rsidRDefault="00F75CC9"/>
              </w:txbxContent>
            </v:textbox>
          </v:rect>
        </w:pict>
      </w:r>
      <w:r w:rsidRPr="00A3054D">
        <w:rPr>
          <w:bCs/>
          <w:noProof/>
        </w:rPr>
        <w:pict>
          <v:group id="_x0000_s1052" style="position:absolute;margin-left:45.3pt;margin-top:20.5pt;width:115.5pt;height:112.5pt;z-index:251664384" coordorigin="5520,10830" coordsize="2310,2250" o:regroupid="1">
            <v:shape id="_x0000_s1053" type="#_x0000_t202" style="position:absolute;left:6480;top:10830;width:480;height:540" filled="f" stroked="f">
              <v:textbox style="mso-next-textbox:#_x0000_s1053">
                <w:txbxContent>
                  <w:p w:rsidR="00F75CC9" w:rsidRPr="0061487F" w:rsidRDefault="00F75CC9" w:rsidP="00F75CC9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  <v:shape id="_x0000_s1054" type="#_x0000_t202" style="position:absolute;left:5520;top:12420;width:480;height:540" filled="f" stroked="f">
              <v:textbox style="mso-next-textbox:#_x0000_s1054">
                <w:txbxContent>
                  <w:p w:rsidR="00F75CC9" w:rsidRPr="0061487F" w:rsidRDefault="00F75CC9" w:rsidP="00F75CC9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</w:t>
                    </w:r>
                  </w:p>
                </w:txbxContent>
              </v:textbox>
            </v:shape>
            <v:shape id="_x0000_s1055" type="#_x0000_t202" style="position:absolute;left:6480;top:12540;width:480;height:540" filled="f" stroked="f">
              <v:textbox style="mso-next-textbox:#_x0000_s1055">
                <w:txbxContent>
                  <w:p w:rsidR="00F75CC9" w:rsidRPr="0061487F" w:rsidRDefault="00F75CC9" w:rsidP="00F75CC9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</w:t>
                    </w:r>
                  </w:p>
                </w:txbxContent>
              </v:textbox>
            </v:shape>
            <v:shape id="_x0000_s1056" type="#_x0000_t202" style="position:absolute;left:7350;top:12390;width:480;height:540" filled="f" stroked="f">
              <v:textbox style="mso-next-textbox:#_x0000_s1056">
                <w:txbxContent>
                  <w:p w:rsidR="00F75CC9" w:rsidRPr="0061487F" w:rsidRDefault="00F75CC9" w:rsidP="00F75CC9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Q</w:t>
                    </w: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57" type="#_x0000_t5" style="position:absolute;left:5880;top:11160;width:1560;height:1440"/>
            <v:line id="_x0000_s1058" style="position:absolute" from="6660,11160" to="6660,12600"/>
          </v:group>
        </w:pict>
      </w:r>
    </w:p>
    <w:p w:rsidR="008017C6" w:rsidRDefault="008017C6" w:rsidP="008017C6">
      <w:pPr>
        <w:rPr>
          <w:color w:val="000000" w:themeColor="text1"/>
        </w:rPr>
      </w:pPr>
    </w:p>
    <w:p w:rsidR="008017C6" w:rsidRDefault="008017C6" w:rsidP="008017C6">
      <w:pPr>
        <w:rPr>
          <w:color w:val="000000" w:themeColor="text1"/>
        </w:rPr>
      </w:pPr>
    </w:p>
    <w:p w:rsidR="008017C6" w:rsidRDefault="008017C6" w:rsidP="008017C6">
      <w:pPr>
        <w:rPr>
          <w:color w:val="000000" w:themeColor="text1"/>
        </w:rPr>
      </w:pPr>
    </w:p>
    <w:p w:rsidR="008017C6" w:rsidRDefault="008017C6" w:rsidP="008017C6">
      <w:pPr>
        <w:rPr>
          <w:color w:val="000000" w:themeColor="text1"/>
        </w:rPr>
      </w:pPr>
    </w:p>
    <w:p w:rsidR="008017C6" w:rsidRDefault="008017C6" w:rsidP="008017C6">
      <w:pPr>
        <w:rPr>
          <w:color w:val="000000" w:themeColor="text1"/>
        </w:rPr>
      </w:pPr>
    </w:p>
    <w:p w:rsidR="008017C6" w:rsidRDefault="008017C6" w:rsidP="008017C6">
      <w:pPr>
        <w:rPr>
          <w:color w:val="000000" w:themeColor="text1"/>
        </w:rPr>
      </w:pPr>
    </w:p>
    <w:p w:rsidR="008017C6" w:rsidRDefault="008017C6" w:rsidP="008017C6">
      <w:pPr>
        <w:rPr>
          <w:color w:val="000000" w:themeColor="text1"/>
        </w:rPr>
      </w:pPr>
    </w:p>
    <w:p w:rsidR="008017C6" w:rsidRDefault="008017C6" w:rsidP="008017C6">
      <w:pPr>
        <w:rPr>
          <w:color w:val="000000" w:themeColor="text1"/>
        </w:rPr>
      </w:pPr>
    </w:p>
    <w:p w:rsidR="008017C6" w:rsidRDefault="008017C6" w:rsidP="008017C6">
      <w:pPr>
        <w:rPr>
          <w:color w:val="000000" w:themeColor="text1"/>
        </w:rPr>
      </w:pPr>
    </w:p>
    <w:p w:rsidR="008017C6" w:rsidRPr="008017C6" w:rsidRDefault="008017C6" w:rsidP="008017C6">
      <w:pPr>
        <w:rPr>
          <w:color w:val="000000" w:themeColor="text1"/>
        </w:rPr>
      </w:pPr>
    </w:p>
    <w:p w:rsidR="008017C6" w:rsidRDefault="008017C6" w:rsidP="008017C6">
      <w:pPr>
        <w:pStyle w:val="ListParagraph"/>
        <w:numPr>
          <w:ilvl w:val="0"/>
          <w:numId w:val="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Answer the following based on </w:t>
      </w:r>
      <w:r w:rsidR="00054AFB">
        <w:rPr>
          <w:color w:val="000000" w:themeColor="text1"/>
        </w:rPr>
        <w:t>the congruence you proved in</w:t>
      </w:r>
      <w:r>
        <w:rPr>
          <w:color w:val="000000" w:themeColor="text1"/>
        </w:rPr>
        <w:t xml:space="preserve"> #3. </w:t>
      </w:r>
      <w:proofErr w:type="gramStart"/>
      <w:r>
        <w:rPr>
          <w:color w:val="000000" w:themeColor="text1"/>
        </w:rPr>
        <w:t>SHOW YOUR WORK (always!)</w:t>
      </w:r>
      <w:proofErr w:type="gramEnd"/>
    </w:p>
    <w:p w:rsidR="008017C6" w:rsidRDefault="008017C6" w:rsidP="008017C6">
      <w:pPr>
        <w:pStyle w:val="ListParagraph"/>
        <w:spacing w:line="360" w:lineRule="auto"/>
        <w:rPr>
          <w:rFonts w:eastAsiaTheme="minorEastAsia"/>
          <w:color w:val="000000" w:themeColor="text1"/>
        </w:rPr>
      </w:pPr>
      <w:r>
        <w:rPr>
          <w:color w:val="000000" w:themeColor="text1"/>
        </w:rPr>
        <w:t xml:space="preserve">4a)  </w:t>
      </w:r>
      <m:oMath>
        <m:bar>
          <m:barPr>
            <m:pos m:val="top"/>
            <m:ctrlPr>
              <w:rPr>
                <w:rFonts w:ascii="Cambria Math" w:hAnsi="Cambria Math"/>
                <w:i/>
                <w:color w:val="000000" w:themeColor="text1"/>
              </w:rPr>
            </m:ctrlPr>
          </m:barPr>
          <m:e>
            <m:r>
              <w:rPr>
                <w:rFonts w:ascii="Cambria Math" w:hAnsi="Cambria Math"/>
                <w:color w:val="000000" w:themeColor="text1"/>
              </w:rPr>
              <m:t>RP</m:t>
            </m:r>
          </m:e>
        </m:bar>
        <m:r>
          <w:rPr>
            <w:rFonts w:ascii="Cambria Math" w:hAnsi="Cambria Math"/>
            <w:color w:val="000000" w:themeColor="text1"/>
          </w:rPr>
          <m:t>≅</m:t>
        </m:r>
      </m:oMath>
      <w:r>
        <w:rPr>
          <w:rFonts w:eastAsiaTheme="minorEastAsia"/>
          <w:color w:val="000000" w:themeColor="text1"/>
        </w:rPr>
        <w:t xml:space="preserve"> __________</w:t>
      </w:r>
    </w:p>
    <w:p w:rsidR="008017C6" w:rsidRDefault="008017C6" w:rsidP="008017C6">
      <w:pPr>
        <w:pStyle w:val="ListParagraph"/>
        <w:spacing w:line="360" w:lineRule="auto"/>
        <w:rPr>
          <w:rFonts w:eastAsiaTheme="minorEastAsia"/>
          <w:i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4b) If </w:t>
      </w:r>
      <w:r w:rsidRPr="008017C6">
        <w:rPr>
          <w:rFonts w:eastAsiaTheme="minorEastAsia"/>
          <w:i/>
          <w:color w:val="000000" w:themeColor="text1"/>
        </w:rPr>
        <w:t>m</w:t>
      </w:r>
      <w:r w:rsidRPr="008017C6">
        <w:rPr>
          <w:rFonts w:eastAsiaTheme="minorEastAsia"/>
          <w:i/>
          <w:color w:val="000000" w:themeColor="text1"/>
        </w:rPr>
        <w:sym w:font="Symbol" w:char="F0D0"/>
      </w:r>
      <w:r w:rsidRPr="008017C6">
        <w:rPr>
          <w:rFonts w:eastAsiaTheme="minorEastAsia"/>
          <w:i/>
          <w:color w:val="000000" w:themeColor="text1"/>
        </w:rPr>
        <w:t>R</w:t>
      </w:r>
      <w:r w:rsidR="00054AFB">
        <w:rPr>
          <w:rFonts w:eastAsiaTheme="minorEastAsia"/>
          <w:i/>
          <w:color w:val="000000" w:themeColor="text1"/>
        </w:rPr>
        <w:t xml:space="preserve"> </w:t>
      </w:r>
      <w:r w:rsidRPr="008017C6">
        <w:rPr>
          <w:rFonts w:eastAsiaTheme="minorEastAsia"/>
          <w:i/>
          <w:color w:val="000000" w:themeColor="text1"/>
        </w:rPr>
        <w:t xml:space="preserve"> </w:t>
      </w:r>
      <w:r w:rsidR="00054AFB">
        <w:rPr>
          <w:rFonts w:eastAsiaTheme="minorEastAsia"/>
          <w:i/>
          <w:color w:val="000000" w:themeColor="text1"/>
        </w:rPr>
        <w:t xml:space="preserve"> </w:t>
      </w:r>
      <w:r w:rsidRPr="008017C6">
        <w:rPr>
          <w:rFonts w:eastAsiaTheme="minorEastAsia"/>
          <w:i/>
          <w:color w:val="000000" w:themeColor="text1"/>
        </w:rPr>
        <w:t>=</w:t>
      </w:r>
      <w:r w:rsidR="00054AFB">
        <w:rPr>
          <w:rFonts w:eastAsiaTheme="minorEastAsia"/>
          <w:i/>
          <w:color w:val="000000" w:themeColor="text1"/>
        </w:rPr>
        <w:t xml:space="preserve">55°, </w:t>
      </w:r>
      <w:r w:rsidR="00054AFB">
        <w:rPr>
          <w:rFonts w:eastAsiaTheme="minorEastAsia"/>
          <w:color w:val="000000" w:themeColor="text1"/>
        </w:rPr>
        <w:t xml:space="preserve">then </w:t>
      </w:r>
      <w:r w:rsidR="00054AFB">
        <w:rPr>
          <w:rFonts w:eastAsiaTheme="minorEastAsia"/>
          <w:i/>
          <w:color w:val="000000" w:themeColor="text1"/>
        </w:rPr>
        <w:t>m</w:t>
      </w:r>
      <w:r w:rsidR="00054AFB">
        <w:rPr>
          <w:rFonts w:eastAsiaTheme="minorEastAsia"/>
          <w:i/>
          <w:color w:val="000000" w:themeColor="text1"/>
        </w:rPr>
        <w:sym w:font="Symbol" w:char="F0D0"/>
      </w:r>
      <w:r w:rsidR="00054AFB">
        <w:rPr>
          <w:rFonts w:eastAsiaTheme="minorEastAsia"/>
          <w:i/>
          <w:color w:val="000000" w:themeColor="text1"/>
        </w:rPr>
        <w:t>RPS = ______________</w:t>
      </w:r>
    </w:p>
    <w:p w:rsidR="00054AFB" w:rsidRPr="00054AFB" w:rsidRDefault="00054AFB" w:rsidP="008017C6">
      <w:pPr>
        <w:pStyle w:val="ListParagraph"/>
        <w:spacing w:line="360" w:lineRule="auto"/>
        <w:rPr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4c) </w:t>
      </w:r>
      <w:proofErr w:type="gramStart"/>
      <w:r>
        <w:rPr>
          <w:rFonts w:eastAsiaTheme="minorEastAsia"/>
          <w:color w:val="000000" w:themeColor="text1"/>
        </w:rPr>
        <w:t>If</w:t>
      </w:r>
      <w:proofErr w:type="gramEnd"/>
      <w:r>
        <w:rPr>
          <w:rFonts w:eastAsiaTheme="minorEastAsia"/>
          <w:color w:val="000000" w:themeColor="text1"/>
        </w:rPr>
        <w:t xml:space="preserve"> the base of triangle PQR is 6 feet and the height is 4 feet, what is the perimeter?</w:t>
      </w:r>
    </w:p>
    <w:p w:rsidR="009F493A" w:rsidRDefault="009F493A" w:rsidP="008017C6">
      <w:pPr>
        <w:shd w:val="clear" w:color="auto" w:fill="FFFFFF"/>
        <w:spacing w:line="360" w:lineRule="auto"/>
        <w:rPr>
          <w:bCs/>
        </w:rPr>
      </w:pPr>
    </w:p>
    <w:p w:rsidR="00777179" w:rsidRDefault="00777179" w:rsidP="00D111EC">
      <w:pPr>
        <w:shd w:val="clear" w:color="auto" w:fill="FFFFFF"/>
        <w:rPr>
          <w:bCs/>
        </w:rPr>
      </w:pPr>
    </w:p>
    <w:p w:rsidR="00777179" w:rsidRDefault="00777179" w:rsidP="00D111EC">
      <w:pPr>
        <w:shd w:val="clear" w:color="auto" w:fill="FFFFFF"/>
        <w:rPr>
          <w:bCs/>
        </w:rPr>
      </w:pPr>
    </w:p>
    <w:p w:rsidR="00777179" w:rsidRDefault="00777179">
      <w:pPr>
        <w:rPr>
          <w:bCs/>
        </w:rPr>
      </w:pPr>
    </w:p>
    <w:p w:rsidR="00D111EC" w:rsidRPr="00DD078D" w:rsidRDefault="00D111EC" w:rsidP="00D111EC">
      <w:pPr>
        <w:shd w:val="clear" w:color="auto" w:fill="FFFFFF"/>
      </w:pPr>
      <w:r w:rsidRPr="00DD078D">
        <w:rPr>
          <w:bCs/>
        </w:rPr>
        <w:t>For #</w:t>
      </w:r>
      <w:r>
        <w:rPr>
          <w:bCs/>
        </w:rPr>
        <w:t>5</w:t>
      </w:r>
      <w:r w:rsidRPr="00DD078D">
        <w:rPr>
          <w:bCs/>
        </w:rPr>
        <w:t xml:space="preserve"> &amp; </w:t>
      </w:r>
      <w:r>
        <w:rPr>
          <w:bCs/>
        </w:rPr>
        <w:t>6</w:t>
      </w:r>
      <w:r w:rsidRPr="00DD078D">
        <w:rPr>
          <w:bCs/>
        </w:rPr>
        <w:t>, decide whether the congruence statement is true</w:t>
      </w:r>
      <w:r>
        <w:rPr>
          <w:bCs/>
        </w:rPr>
        <w:t xml:space="preserve"> or false</w:t>
      </w:r>
      <w:r w:rsidRPr="00DD078D">
        <w:rPr>
          <w:bCs/>
        </w:rPr>
        <w:t xml:space="preserve">. If it is </w:t>
      </w:r>
      <w:r w:rsidR="00A16CF5">
        <w:rPr>
          <w:bCs/>
        </w:rPr>
        <w:t>false</w:t>
      </w:r>
      <w:r w:rsidRPr="00DD078D">
        <w:rPr>
          <w:bCs/>
        </w:rPr>
        <w:t xml:space="preserve">, fix the statement and </w:t>
      </w:r>
      <w:r w:rsidRPr="00DD078D">
        <w:rPr>
          <w:bCs/>
          <w:i/>
          <w:iCs/>
        </w:rPr>
        <w:t xml:space="preserve">explain </w:t>
      </w:r>
      <w:r w:rsidRPr="00DD078D">
        <w:rPr>
          <w:bCs/>
        </w:rPr>
        <w:t xml:space="preserve">your reasoning in complete sentences. </w:t>
      </w:r>
      <w:r w:rsidR="00A16CF5">
        <w:rPr>
          <w:bCs/>
        </w:rPr>
        <w:t>If it is true, color code the congruent parts to demonstrate.</w:t>
      </w:r>
    </w:p>
    <w:tbl>
      <w:tblPr>
        <w:tblW w:w="0" w:type="auto"/>
        <w:tblLook w:val="00BF"/>
      </w:tblPr>
      <w:tblGrid>
        <w:gridCol w:w="5508"/>
        <w:gridCol w:w="5508"/>
      </w:tblGrid>
      <w:tr w:rsidR="00D111EC" w:rsidRPr="00E67903" w:rsidTr="007E1ACB">
        <w:trPr>
          <w:trHeight w:val="180"/>
        </w:trPr>
        <w:tc>
          <w:tcPr>
            <w:tcW w:w="5508" w:type="dxa"/>
          </w:tcPr>
          <w:p w:rsidR="00D111EC" w:rsidRPr="00E67903" w:rsidRDefault="00D111EC" w:rsidP="007E1ACB">
            <w:pPr>
              <w:widowControl w:val="0"/>
              <w:shd w:val="clear" w:color="auto" w:fill="FFFFFF"/>
              <w:tabs>
                <w:tab w:val="left" w:pos="499"/>
                <w:tab w:val="left" w:pos="4771"/>
              </w:tabs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rFonts w:cs="Calibri"/>
                <w:b/>
              </w:rPr>
              <w:t>5</w:t>
            </w:r>
            <w:r w:rsidRPr="00E67903">
              <w:rPr>
                <w:rFonts w:cs="Calibri"/>
                <w:b/>
              </w:rPr>
              <w:t xml:space="preserve">. </w:t>
            </w:r>
            <w:r w:rsidRPr="00E67903">
              <w:sym w:font="Symbol" w:char="F044"/>
            </w:r>
            <w:r w:rsidRPr="00E67903">
              <w:rPr>
                <w:i/>
                <w:iCs/>
              </w:rPr>
              <w:t>IHJ</w:t>
            </w:r>
            <w:r w:rsidRPr="00E67903">
              <w:t xml:space="preserve"> </w:t>
            </w:r>
            <w:r w:rsidRPr="00E67903">
              <w:sym w:font="Symbol" w:char="F040"/>
            </w:r>
            <w:r w:rsidRPr="00E67903">
              <w:t xml:space="preserve"> </w:t>
            </w:r>
            <w:r w:rsidRPr="00E67903">
              <w:sym w:font="Symbol" w:char="F044"/>
            </w:r>
            <w:r w:rsidRPr="00E67903">
              <w:rPr>
                <w:i/>
                <w:iCs/>
              </w:rPr>
              <w:t>JHK</w:t>
            </w:r>
          </w:p>
          <w:p w:rsidR="00D111EC" w:rsidRPr="00E67903" w:rsidRDefault="00D111EC" w:rsidP="007E1ACB">
            <w:pPr>
              <w:tabs>
                <w:tab w:val="left" w:pos="8565"/>
              </w:tabs>
              <w:outlineLvl w:val="0"/>
            </w:pPr>
            <w:r>
              <w:rPr>
                <w:noProof/>
              </w:rPr>
              <w:drawing>
                <wp:inline distT="0" distB="0" distL="0" distR="0">
                  <wp:extent cx="1371600" cy="180975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11EC" w:rsidRPr="00E67903" w:rsidRDefault="00D111EC" w:rsidP="007E1ACB">
            <w:pPr>
              <w:tabs>
                <w:tab w:val="left" w:pos="8565"/>
              </w:tabs>
              <w:outlineLvl w:val="0"/>
            </w:pPr>
          </w:p>
          <w:p w:rsidR="00D111EC" w:rsidRPr="00E67903" w:rsidRDefault="00D111EC" w:rsidP="007E1ACB">
            <w:pPr>
              <w:tabs>
                <w:tab w:val="left" w:pos="8565"/>
              </w:tabs>
              <w:outlineLvl w:val="0"/>
              <w:rPr>
                <w:rFonts w:cs="Calibri"/>
                <w:b/>
              </w:rPr>
            </w:pPr>
          </w:p>
        </w:tc>
        <w:tc>
          <w:tcPr>
            <w:tcW w:w="5508" w:type="dxa"/>
          </w:tcPr>
          <w:p w:rsidR="00D111EC" w:rsidRPr="00E67903" w:rsidRDefault="00D111EC" w:rsidP="007E1ACB">
            <w:pPr>
              <w:widowControl w:val="0"/>
              <w:shd w:val="clear" w:color="auto" w:fill="FFFFFF"/>
              <w:tabs>
                <w:tab w:val="left" w:pos="499"/>
                <w:tab w:val="left" w:pos="4771"/>
              </w:tabs>
              <w:autoSpaceDE w:val="0"/>
              <w:autoSpaceDN w:val="0"/>
              <w:adjustRightInd w:val="0"/>
            </w:pPr>
            <w:r>
              <w:rPr>
                <w:rFonts w:cs="Calibri"/>
                <w:b/>
              </w:rPr>
              <w:t>6</w:t>
            </w:r>
            <w:r w:rsidRPr="00E67903">
              <w:rPr>
                <w:rFonts w:cs="Calibri"/>
                <w:b/>
              </w:rPr>
              <w:t xml:space="preserve">. </w:t>
            </w:r>
            <w:r w:rsidRPr="00E67903">
              <w:sym w:font="Symbol" w:char="F044"/>
            </w:r>
            <w:r w:rsidRPr="00E67903">
              <w:rPr>
                <w:i/>
                <w:iCs/>
              </w:rPr>
              <w:t>LPS</w:t>
            </w:r>
            <w:r w:rsidRPr="00E67903">
              <w:t xml:space="preserve"> </w:t>
            </w:r>
            <w:r w:rsidRPr="00E67903">
              <w:sym w:font="Symbol" w:char="F040"/>
            </w:r>
            <w:r w:rsidRPr="00E67903">
              <w:t xml:space="preserve"> </w:t>
            </w:r>
            <w:r w:rsidRPr="00E67903">
              <w:sym w:font="Symbol" w:char="F044"/>
            </w:r>
            <w:r w:rsidRPr="00E67903">
              <w:rPr>
                <w:i/>
                <w:iCs/>
              </w:rPr>
              <w:t>PLN</w:t>
            </w:r>
          </w:p>
          <w:p w:rsidR="00D111EC" w:rsidRPr="00E67903" w:rsidRDefault="00D111EC" w:rsidP="007E1ACB">
            <w:pPr>
              <w:tabs>
                <w:tab w:val="left" w:pos="8565"/>
              </w:tabs>
              <w:outlineLvl w:val="0"/>
            </w:pPr>
          </w:p>
          <w:p w:rsidR="00D111EC" w:rsidRPr="00E67903" w:rsidRDefault="00D111EC" w:rsidP="007E1ACB">
            <w:pPr>
              <w:tabs>
                <w:tab w:val="left" w:pos="8565"/>
              </w:tabs>
              <w:outlineLvl w:val="0"/>
              <w:rPr>
                <w:rFonts w:cs="Calibr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800225" cy="144780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11EC" w:rsidRDefault="00D111EC" w:rsidP="004C2EA1">
      <w:pPr>
        <w:rPr>
          <w:rFonts w:ascii="Calibri" w:hAnsi="Calibri" w:cs="Calibri"/>
        </w:rPr>
      </w:pPr>
    </w:p>
    <w:p w:rsidR="00D111EC" w:rsidRDefault="00D111EC" w:rsidP="004C2EA1">
      <w:pPr>
        <w:rPr>
          <w:rFonts w:ascii="Calibri" w:hAnsi="Calibri" w:cs="Calibri"/>
        </w:rPr>
      </w:pPr>
    </w:p>
    <w:p w:rsidR="00054AFB" w:rsidRDefault="00054AFB" w:rsidP="004C2EA1">
      <w:pPr>
        <w:rPr>
          <w:rFonts w:ascii="Calibri" w:hAnsi="Calibri" w:cs="Calibri"/>
        </w:rPr>
      </w:pPr>
    </w:p>
    <w:p w:rsidR="00D111EC" w:rsidRDefault="00D111EC" w:rsidP="004C2EA1">
      <w:pPr>
        <w:rPr>
          <w:rFonts w:ascii="Calibri" w:hAnsi="Calibri" w:cs="Calibri"/>
        </w:rPr>
      </w:pPr>
    </w:p>
    <w:p w:rsidR="004C2EA1" w:rsidRPr="00DA1AFC" w:rsidRDefault="004C2EA1" w:rsidP="004C2EA1">
      <w:pPr>
        <w:rPr>
          <w:b/>
        </w:rPr>
      </w:pPr>
      <w:r>
        <w:rPr>
          <w:rFonts w:ascii="Calibri" w:hAnsi="Calibri" w:cs="Calibri"/>
        </w:rPr>
        <w:t>Determine the measure of the angles below</w:t>
      </w:r>
      <w:proofErr w:type="gramStart"/>
      <w:r>
        <w:rPr>
          <w:rFonts w:ascii="Calibri" w:hAnsi="Calibri" w:cs="Calibri"/>
        </w:rPr>
        <w:t xml:space="preserve">.  </w:t>
      </w:r>
      <w:proofErr w:type="gramEnd"/>
      <w:r>
        <w:rPr>
          <w:rFonts w:ascii="Calibri" w:hAnsi="Calibri" w:cs="Calibri"/>
        </w:rPr>
        <w:t>YOU MUST SHOW YOUR WORK</w:t>
      </w:r>
      <w:proofErr w:type="gramStart"/>
      <w:r>
        <w:rPr>
          <w:rFonts w:ascii="Calibri" w:hAnsi="Calibri" w:cs="Calibri"/>
        </w:rPr>
        <w:t xml:space="preserve">!   </w:t>
      </w:r>
      <w:proofErr w:type="gramEnd"/>
      <w:r w:rsidRPr="0092619A">
        <w:rPr>
          <w:rFonts w:ascii="Calibri" w:hAnsi="Calibri" w:cs="Calibri"/>
        </w:rPr>
        <w:t>State the postulate /theorem /property you used to find the angles</w:t>
      </w:r>
      <w:proofErr w:type="gramStart"/>
      <w:r w:rsidRPr="0092619A">
        <w:rPr>
          <w:rFonts w:ascii="Calibri" w:hAnsi="Calibri" w:cs="Calibri"/>
        </w:rPr>
        <w:t xml:space="preserve">.  </w:t>
      </w:r>
      <w:proofErr w:type="gramEnd"/>
      <w:r w:rsidRPr="0092619A">
        <w:rPr>
          <w:rFonts w:ascii="Calibri" w:hAnsi="Calibri" w:cs="Calibri"/>
        </w:rPr>
        <w:t xml:space="preserve">For example, </w:t>
      </w:r>
      <w:r w:rsidR="00D111EC">
        <w:rPr>
          <w:rFonts w:ascii="Calibri" w:hAnsi="Calibri" w:cs="Calibri"/>
        </w:rPr>
        <w:t>vertical angles</w:t>
      </w:r>
      <w:proofErr w:type="gramStart"/>
      <w:r w:rsidRPr="0092619A">
        <w:rPr>
          <w:rFonts w:ascii="Calibri" w:hAnsi="Calibri" w:cs="Calibri"/>
        </w:rPr>
        <w:t xml:space="preserve">.  </w:t>
      </w:r>
      <w:proofErr w:type="gramEnd"/>
      <w:r w:rsidRPr="00D111EC">
        <w:rPr>
          <w:rFonts w:ascii="Calibri" w:hAnsi="Calibri" w:cs="Calibri"/>
          <w:b/>
          <w:u w:val="single"/>
        </w:rPr>
        <w:t>SHOW</w:t>
      </w:r>
      <w:r w:rsidRPr="0092619A">
        <w:rPr>
          <w:rFonts w:ascii="Calibri" w:hAnsi="Calibri" w:cs="Calibri"/>
        </w:rPr>
        <w:t xml:space="preserve"> the math</w:t>
      </w:r>
      <w:r w:rsidR="00D111EC">
        <w:rPr>
          <w:rFonts w:ascii="Calibri" w:hAnsi="Calibri" w:cs="Calibri"/>
        </w:rPr>
        <w:t xml:space="preserve"> below, and label all parts</w:t>
      </w:r>
      <w:r w:rsidRPr="0092619A">
        <w:rPr>
          <w:rFonts w:ascii="Calibri" w:hAnsi="Calibri" w:cs="Calibri"/>
        </w:rPr>
        <w:t>!</w:t>
      </w:r>
    </w:p>
    <w:p w:rsidR="004C2EA1" w:rsidRDefault="004C2EA1" w:rsidP="004C2EA1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4C2EA1" w:rsidRDefault="004C2EA1" w:rsidP="004C2EA1">
      <w:pPr>
        <w:tabs>
          <w:tab w:val="left" w:pos="8565"/>
        </w:tabs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</w:rPr>
        <w:drawing>
          <wp:inline distT="0" distB="0" distL="0" distR="0">
            <wp:extent cx="6581775" cy="15430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53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EA1" w:rsidRDefault="004C2EA1" w:rsidP="004C2EA1">
      <w:pPr>
        <w:tabs>
          <w:tab w:val="left" w:pos="8565"/>
        </w:tabs>
        <w:outlineLvl w:val="0"/>
        <w:rPr>
          <w:rFonts w:ascii="Calibri" w:hAnsi="Calibri" w:cs="Calibri"/>
          <w:b/>
        </w:rPr>
      </w:pPr>
    </w:p>
    <w:p w:rsidR="004A1C66" w:rsidRDefault="004A1C66"/>
    <w:sectPr w:rsidR="004A1C66" w:rsidSect="008D1D28">
      <w:footerReference w:type="default" r:id="rId1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4BB" w:rsidRDefault="001A54BB" w:rsidP="004A1C66">
      <w:r>
        <w:separator/>
      </w:r>
    </w:p>
  </w:endnote>
  <w:endnote w:type="continuationSeparator" w:id="0">
    <w:p w:rsidR="001A54BB" w:rsidRDefault="001A54BB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4BB" w:rsidRDefault="001A54BB" w:rsidP="004A1C66">
      <w:r>
        <w:separator/>
      </w:r>
    </w:p>
  </w:footnote>
  <w:footnote w:type="continuationSeparator" w:id="0">
    <w:p w:rsidR="001A54BB" w:rsidRDefault="001A54BB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938F5"/>
    <w:multiLevelType w:val="hybridMultilevel"/>
    <w:tmpl w:val="9F28349E"/>
    <w:lvl w:ilvl="0" w:tplc="5964C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808B8"/>
    <w:multiLevelType w:val="hybridMultilevel"/>
    <w:tmpl w:val="534A8D44"/>
    <w:lvl w:ilvl="0" w:tplc="5964C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76535"/>
    <w:multiLevelType w:val="hybridMultilevel"/>
    <w:tmpl w:val="C67C0C14"/>
    <w:lvl w:ilvl="0" w:tplc="0409000F">
      <w:start w:val="1"/>
      <w:numFmt w:val="decimal"/>
      <w:lvlText w:val="%1.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4">
    <w:nsid w:val="737F2742"/>
    <w:multiLevelType w:val="hybridMultilevel"/>
    <w:tmpl w:val="A0043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D5693"/>
    <w:multiLevelType w:val="hybridMultilevel"/>
    <w:tmpl w:val="FF449F32"/>
    <w:lvl w:ilvl="0" w:tplc="04090011">
      <w:start w:val="1"/>
      <w:numFmt w:val="decimal"/>
      <w:lvlText w:val="%1)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7">
    <w:nsid w:val="7C4E7CEC"/>
    <w:multiLevelType w:val="hybridMultilevel"/>
    <w:tmpl w:val="84786992"/>
    <w:lvl w:ilvl="0" w:tplc="5964C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1EC"/>
    <w:rsid w:val="000248E2"/>
    <w:rsid w:val="00054AFB"/>
    <w:rsid w:val="0010610B"/>
    <w:rsid w:val="001A54BB"/>
    <w:rsid w:val="001B0A83"/>
    <w:rsid w:val="001C5B15"/>
    <w:rsid w:val="00242D79"/>
    <w:rsid w:val="00290E04"/>
    <w:rsid w:val="003B785F"/>
    <w:rsid w:val="004A1C66"/>
    <w:rsid w:val="004B270D"/>
    <w:rsid w:val="004C2EA1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777179"/>
    <w:rsid w:val="008017C6"/>
    <w:rsid w:val="00846041"/>
    <w:rsid w:val="008D1D28"/>
    <w:rsid w:val="00934081"/>
    <w:rsid w:val="009B59F1"/>
    <w:rsid w:val="009B6771"/>
    <w:rsid w:val="009F11A5"/>
    <w:rsid w:val="009F493A"/>
    <w:rsid w:val="00A16CF5"/>
    <w:rsid w:val="00A3054D"/>
    <w:rsid w:val="00B53200"/>
    <w:rsid w:val="00C12A64"/>
    <w:rsid w:val="00CE4705"/>
    <w:rsid w:val="00D111EC"/>
    <w:rsid w:val="00DD6332"/>
    <w:rsid w:val="00E5621B"/>
    <w:rsid w:val="00E973E4"/>
    <w:rsid w:val="00ED05F2"/>
    <w:rsid w:val="00F7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86D8E-B31A-4459-9941-9D09F6F5A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27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2015-02-03T04:27:00Z</dcterms:created>
  <dcterms:modified xsi:type="dcterms:W3CDTF">2015-02-03T05:53:00Z</dcterms:modified>
</cp:coreProperties>
</file>